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F27B" w14:textId="523F7189" w:rsidR="005C7FA7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>Praxis:</w:t>
      </w:r>
      <w:r w:rsidR="005C7FA7">
        <w:rPr>
          <w:rFonts w:ascii="Trebuchet MS" w:hAnsi="Trebuchet MS"/>
          <w:sz w:val="22"/>
          <w:szCs w:val="22"/>
        </w:rPr>
        <w:tab/>
      </w:r>
      <w:r w:rsidR="006D205E">
        <w:rPr>
          <w:rFonts w:ascii="Trebuchet MS" w:hAnsi="Trebuchet MS"/>
          <w:sz w:val="22"/>
          <w:szCs w:val="22"/>
        </w:rPr>
        <w:t xml:space="preserve"> </w:t>
      </w:r>
    </w:p>
    <w:p w14:paraId="27864287" w14:textId="1ECDD408" w:rsidR="00E57F80" w:rsidRPr="00E57F80" w:rsidRDefault="00E57F80" w:rsidP="006D205E">
      <w:pPr>
        <w:spacing w:after="12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 xml:space="preserve">Datum der Bewertung: </w:t>
      </w:r>
    </w:p>
    <w:p w14:paraId="64B3073D" w14:textId="77777777" w:rsidR="00E57F80" w:rsidRPr="00E57F80" w:rsidRDefault="00E57F80" w:rsidP="00D54085">
      <w:pPr>
        <w:rPr>
          <w:rFonts w:ascii="Trebuchet MS" w:hAnsi="Trebuchet M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179"/>
      </w:tblGrid>
      <w:tr w:rsidR="00E57F80" w:rsidRPr="00E57F80" w14:paraId="2CF7E579" w14:textId="77777777" w:rsidTr="00D54085">
        <w:trPr>
          <w:trHeight w:val="397"/>
        </w:trPr>
        <w:tc>
          <w:tcPr>
            <w:tcW w:w="9179" w:type="dxa"/>
            <w:vAlign w:val="center"/>
          </w:tcPr>
          <w:p w14:paraId="432992F7" w14:textId="394F89DC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>1. Neuerungen und Rückblick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4B2E7F">
              <w:rPr>
                <w:rFonts w:ascii="Trebuchet MS" w:hAnsi="Trebuchet MS"/>
                <w:sz w:val="22"/>
                <w:szCs w:val="22"/>
              </w:rPr>
              <w:t>Was hat sich im letzten Jahr getan?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54085">
              <w:rPr>
                <w:rFonts w:ascii="Trebuchet MS" w:hAnsi="Trebuchet MS"/>
                <w:sz w:val="22"/>
                <w:szCs w:val="22"/>
              </w:rPr>
              <w:t>(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Inkl. </w:t>
            </w:r>
            <w:r w:rsidR="007F160F">
              <w:rPr>
                <w:rFonts w:ascii="Trebuchet MS" w:hAnsi="Trebuchet MS"/>
                <w:sz w:val="22"/>
                <w:szCs w:val="22"/>
              </w:rPr>
              <w:t>u</w:t>
            </w:r>
            <w:r w:rsidR="005C7FA7">
              <w:rPr>
                <w:rFonts w:ascii="Trebuchet MS" w:hAnsi="Trebuchet MS"/>
                <w:sz w:val="22"/>
                <w:szCs w:val="22"/>
              </w:rPr>
              <w:t>mgesetzte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5C7FA7">
              <w:rPr>
                <w:rFonts w:ascii="Trebuchet MS" w:hAnsi="Trebuchet MS"/>
                <w:sz w:val="22"/>
                <w:szCs w:val="22"/>
              </w:rPr>
              <w:t>Verbesserungen</w:t>
            </w:r>
            <w:r w:rsidR="00D54085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AA9392" w14:textId="77777777" w:rsidTr="00D54085">
        <w:trPr>
          <w:trHeight w:val="1247"/>
        </w:trPr>
        <w:tc>
          <w:tcPr>
            <w:tcW w:w="9179" w:type="dxa"/>
          </w:tcPr>
          <w:p w14:paraId="3D2B215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468C8C90" w14:textId="77777777" w:rsidTr="00D54085">
        <w:trPr>
          <w:trHeight w:val="397"/>
        </w:trPr>
        <w:tc>
          <w:tcPr>
            <w:tcW w:w="9179" w:type="dxa"/>
          </w:tcPr>
          <w:p w14:paraId="3CEC0BC6" w14:textId="77777777" w:rsidR="00E57F80" w:rsidRPr="00E57F80" w:rsidRDefault="00E57F80" w:rsidP="00D54085">
            <w:pPr>
              <w:spacing w:before="60"/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9B04F1">
              <w:rPr>
                <w:rFonts w:ascii="Trebuchet MS" w:hAnsi="Trebuchet MS"/>
                <w:sz w:val="22"/>
                <w:szCs w:val="22"/>
              </w:rPr>
              <w:t>Änderungen der Dienstleistung (Abläufe Anmeldung, Diagnostik, Therapie)</w:t>
            </w:r>
          </w:p>
        </w:tc>
      </w:tr>
      <w:tr w:rsidR="009B04F1" w:rsidRPr="00E57F80" w14:paraId="2CC4412E" w14:textId="77777777" w:rsidTr="00D54085">
        <w:trPr>
          <w:trHeight w:val="1375"/>
        </w:trPr>
        <w:tc>
          <w:tcPr>
            <w:tcW w:w="9179" w:type="dxa"/>
          </w:tcPr>
          <w:p w14:paraId="18F93DCB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B04F1" w:rsidRPr="00E57F80" w14:paraId="66EF74E7" w14:textId="77777777" w:rsidTr="00D54085">
        <w:trPr>
          <w:trHeight w:val="278"/>
        </w:trPr>
        <w:tc>
          <w:tcPr>
            <w:tcW w:w="9179" w:type="dxa"/>
          </w:tcPr>
          <w:p w14:paraId="0005508A" w14:textId="654F35EF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Änderungen im gesetzlich/behördlichen Bereich (z.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B. S3-Leitlinien, evidenzbasierte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Medizin, MPBetreibV</w:t>
            </w:r>
            <w:r w:rsidR="007C08A0">
              <w:rPr>
                <w:rFonts w:ascii="Trebuchet MS" w:hAnsi="Trebuchet MS"/>
                <w:sz w:val="22"/>
                <w:szCs w:val="22"/>
              </w:rPr>
              <w:t xml:space="preserve"> etc.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9B04F1" w:rsidRPr="00E57F80" w14:paraId="32332D69" w14:textId="77777777" w:rsidTr="00D54085">
        <w:trPr>
          <w:trHeight w:val="1234"/>
        </w:trPr>
        <w:tc>
          <w:tcPr>
            <w:tcW w:w="9179" w:type="dxa"/>
          </w:tcPr>
          <w:p w14:paraId="0B64B9A9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57F80" w:rsidRPr="00E57F80" w14:paraId="25F59D1B" w14:textId="77777777" w:rsidTr="00D54085">
        <w:trPr>
          <w:trHeight w:val="397"/>
        </w:trPr>
        <w:tc>
          <w:tcPr>
            <w:tcW w:w="9179" w:type="dxa"/>
          </w:tcPr>
          <w:p w14:paraId="323E9562" w14:textId="63F1AB49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9B04F1">
              <w:rPr>
                <w:rFonts w:ascii="Trebuchet MS" w:hAnsi="Trebuchet MS"/>
                <w:sz w:val="22"/>
                <w:szCs w:val="22"/>
              </w:rPr>
              <w:t>. Ab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arbeitung Auditbericht</w:t>
            </w:r>
          </w:p>
        </w:tc>
      </w:tr>
      <w:tr w:rsidR="00E57F80" w:rsidRPr="00E57F80" w14:paraId="34E62C0F" w14:textId="77777777" w:rsidTr="00D54085">
        <w:trPr>
          <w:trHeight w:val="1247"/>
        </w:trPr>
        <w:tc>
          <w:tcPr>
            <w:tcW w:w="9179" w:type="dxa"/>
          </w:tcPr>
          <w:p w14:paraId="5A98D9BE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8422C44" w14:textId="77777777" w:rsidTr="00D54085">
        <w:trPr>
          <w:trHeight w:val="397"/>
        </w:trPr>
        <w:tc>
          <w:tcPr>
            <w:tcW w:w="9179" w:type="dxa"/>
          </w:tcPr>
          <w:p w14:paraId="7D3513B6" w14:textId="79C1B524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9B04F1">
              <w:rPr>
                <w:rFonts w:ascii="Trebuchet MS" w:hAnsi="Trebuchet MS"/>
                <w:sz w:val="22"/>
              </w:rPr>
              <w:t>Patienten</w:t>
            </w:r>
            <w:r w:rsidR="00E57F80" w:rsidRPr="00E57F80">
              <w:rPr>
                <w:rFonts w:ascii="Trebuchet MS" w:hAnsi="Trebuchet MS"/>
                <w:sz w:val="22"/>
              </w:rPr>
              <w:t xml:space="preserve">zufriedenheit und Rückmeldungen von </w:t>
            </w:r>
            <w:r w:rsidR="00D54085">
              <w:rPr>
                <w:rFonts w:ascii="Trebuchet MS" w:hAnsi="Trebuchet MS"/>
                <w:sz w:val="22"/>
              </w:rPr>
              <w:t>»</w:t>
            </w:r>
            <w:r w:rsidR="00E57F80" w:rsidRPr="00E57F80">
              <w:rPr>
                <w:rFonts w:ascii="Trebuchet MS" w:hAnsi="Trebuchet MS"/>
                <w:sz w:val="22"/>
              </w:rPr>
              <w:t>interessierten Parteien</w:t>
            </w:r>
            <w:r w:rsidR="00D54085">
              <w:rPr>
                <w:rFonts w:ascii="Trebuchet MS" w:hAnsi="Trebuchet MS"/>
                <w:sz w:val="22"/>
              </w:rPr>
              <w:t>«</w:t>
            </w:r>
          </w:p>
        </w:tc>
      </w:tr>
      <w:tr w:rsidR="00E57F80" w:rsidRPr="00E57F80" w14:paraId="7F96C1BB" w14:textId="77777777" w:rsidTr="00D54085">
        <w:trPr>
          <w:trHeight w:val="1247"/>
        </w:trPr>
        <w:tc>
          <w:tcPr>
            <w:tcW w:w="9179" w:type="dxa"/>
          </w:tcPr>
          <w:p w14:paraId="1DA93659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9E3F93" w14:textId="77777777" w:rsidTr="00D54085">
        <w:trPr>
          <w:trHeight w:val="397"/>
        </w:trPr>
        <w:tc>
          <w:tcPr>
            <w:tcW w:w="9179" w:type="dxa"/>
          </w:tcPr>
          <w:p w14:paraId="55931520" w14:textId="5DFCEF47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Z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iele </w:t>
            </w:r>
            <w:r>
              <w:rPr>
                <w:rFonts w:ascii="Trebuchet MS" w:hAnsi="Trebuchet MS"/>
                <w:sz w:val="22"/>
                <w:szCs w:val="22"/>
              </w:rPr>
              <w:t>Vorjahr (</w:t>
            </w:r>
            <w:r w:rsidR="00324EA5">
              <w:rPr>
                <w:rFonts w:ascii="Trebuchet MS" w:hAnsi="Trebuchet MS"/>
                <w:sz w:val="22"/>
                <w:szCs w:val="22"/>
              </w:rPr>
              <w:t>20</w:t>
            </w:r>
            <w:r w:rsidR="00894170">
              <w:rPr>
                <w:rFonts w:ascii="Trebuchet MS" w:hAnsi="Trebuchet MS"/>
                <w:sz w:val="22"/>
                <w:szCs w:val="22"/>
              </w:rPr>
              <w:t>2</w:t>
            </w:r>
            <w:r w:rsidR="00BF020F">
              <w:rPr>
                <w:rFonts w:ascii="Trebuchet MS" w:hAnsi="Trebuchet MS"/>
                <w:sz w:val="22"/>
                <w:szCs w:val="22"/>
              </w:rPr>
              <w:t>1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  <w:r w:rsidR="00324EA5">
              <w:rPr>
                <w:rFonts w:ascii="Trebuchet MS" w:hAnsi="Trebuchet MS"/>
                <w:sz w:val="22"/>
                <w:szCs w:val="22"/>
              </w:rPr>
              <w:t>: Was waren die Ziele</w:t>
            </w:r>
            <w:r w:rsidR="00F74F02">
              <w:rPr>
                <w:rFonts w:ascii="Trebuchet MS" w:hAnsi="Trebuchet MS"/>
                <w:sz w:val="22"/>
                <w:szCs w:val="22"/>
              </w:rPr>
              <w:t>? 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konnte umgesetzt werden</w:t>
            </w:r>
            <w:r w:rsidR="004B401B">
              <w:rPr>
                <w:rFonts w:ascii="Trebuchet MS" w:hAnsi="Trebuchet MS"/>
                <w:sz w:val="22"/>
                <w:szCs w:val="22"/>
              </w:rPr>
              <w:t xml:space="preserve"> (Bewertung)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?</w:t>
            </w:r>
          </w:p>
        </w:tc>
      </w:tr>
      <w:tr w:rsidR="00E57F80" w:rsidRPr="00E57F80" w14:paraId="269AAD5E" w14:textId="77777777" w:rsidTr="00D54085">
        <w:trPr>
          <w:trHeight w:val="1247"/>
        </w:trPr>
        <w:tc>
          <w:tcPr>
            <w:tcW w:w="9179" w:type="dxa"/>
          </w:tcPr>
          <w:p w14:paraId="7FF9A0C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7B30C7" w14:textId="77777777" w:rsidTr="00D54085">
        <w:trPr>
          <w:trHeight w:val="397"/>
        </w:trPr>
        <w:tc>
          <w:tcPr>
            <w:tcW w:w="9179" w:type="dxa"/>
          </w:tcPr>
          <w:p w14:paraId="16F9C159" w14:textId="4FF404F5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lastRenderedPageBreak/>
              <w:t>7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>Ziele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 20</w:t>
            </w:r>
            <w:r w:rsidR="00884CAB">
              <w:rPr>
                <w:rFonts w:ascii="Trebuchet MS" w:hAnsi="Trebuchet MS"/>
                <w:sz w:val="22"/>
                <w:szCs w:val="22"/>
              </w:rPr>
              <w:t>2</w:t>
            </w:r>
            <w:r w:rsidR="00BF020F">
              <w:rPr>
                <w:rFonts w:ascii="Trebuchet MS" w:hAnsi="Trebuchet MS"/>
                <w:sz w:val="22"/>
                <w:szCs w:val="22"/>
              </w:rPr>
              <w:t>2</w:t>
            </w:r>
          </w:p>
        </w:tc>
      </w:tr>
      <w:tr w:rsidR="004B2E7F" w:rsidRPr="00E57F80" w14:paraId="343CF9FC" w14:textId="77777777" w:rsidTr="00D54085">
        <w:trPr>
          <w:trHeight w:val="397"/>
        </w:trPr>
        <w:tc>
          <w:tcPr>
            <w:tcW w:w="9179" w:type="dxa"/>
          </w:tcPr>
          <w:p w14:paraId="7894FE03" w14:textId="77777777" w:rsidR="004B2E7F" w:rsidRDefault="004B2E7F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3C20C0ED" w14:textId="77777777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1E5EC1C9" w14:textId="2FC1E2A6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C7FA7" w:rsidRPr="00E57F80" w14:paraId="1EBB210F" w14:textId="77777777" w:rsidTr="00D54085">
        <w:trPr>
          <w:trHeight w:val="397"/>
        </w:trPr>
        <w:tc>
          <w:tcPr>
            <w:tcW w:w="9179" w:type="dxa"/>
          </w:tcPr>
          <w:p w14:paraId="71FD5537" w14:textId="3C61B252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8. Mitarbeiter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>
              <w:rPr>
                <w:rFonts w:ascii="Trebuchet MS" w:hAnsi="Trebuchet MS"/>
                <w:sz w:val="22"/>
                <w:szCs w:val="22"/>
              </w:rPr>
              <w:t>Durchführung der Pflicht</w:t>
            </w:r>
            <w:r w:rsidR="006D205E">
              <w:rPr>
                <w:rFonts w:ascii="Trebuchet MS" w:hAnsi="Trebuchet MS"/>
                <w:sz w:val="22"/>
                <w:szCs w:val="22"/>
              </w:rPr>
              <w:t>u</w:t>
            </w:r>
            <w:r>
              <w:rPr>
                <w:rFonts w:ascii="Trebuchet MS" w:hAnsi="Trebuchet MS"/>
                <w:sz w:val="22"/>
                <w:szCs w:val="22"/>
              </w:rPr>
              <w:t>nterweisungen, Fort- und Weiterbildung,</w:t>
            </w:r>
            <w:r w:rsidR="007F160F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Fluktuation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etc.</w:t>
            </w:r>
          </w:p>
        </w:tc>
      </w:tr>
      <w:tr w:rsidR="00E57F80" w:rsidRPr="00E57F80" w14:paraId="2232DBDD" w14:textId="77777777" w:rsidTr="00D54085">
        <w:trPr>
          <w:trHeight w:val="1247"/>
        </w:trPr>
        <w:tc>
          <w:tcPr>
            <w:tcW w:w="9179" w:type="dxa"/>
          </w:tcPr>
          <w:p w14:paraId="3F0AF3A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126C2AC6" w14:textId="77777777" w:rsidTr="00D54085">
        <w:trPr>
          <w:trHeight w:val="567"/>
        </w:trPr>
        <w:tc>
          <w:tcPr>
            <w:tcW w:w="9179" w:type="dxa"/>
          </w:tcPr>
          <w:p w14:paraId="1429609D" w14:textId="6A2BCE21" w:rsidR="00E57F80" w:rsidRPr="00E57F80" w:rsidRDefault="005C7FA7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Leistung externer Anbieter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lief gut, was nicht? Gab es einen Wechsel?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 xml:space="preserve"> (</w:t>
            </w:r>
            <w:r w:rsidR="00D54085">
              <w:rPr>
                <w:rFonts w:ascii="Trebuchet MS" w:hAnsi="Trebuchet MS"/>
                <w:sz w:val="22"/>
                <w:szCs w:val="22"/>
              </w:rPr>
              <w:t>Z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>. B. L</w:t>
            </w:r>
            <w:r w:rsidR="00D54085">
              <w:rPr>
                <w:rFonts w:ascii="Trebuchet MS" w:hAnsi="Trebuchet MS"/>
                <w:sz w:val="22"/>
                <w:szCs w:val="22"/>
              </w:rPr>
              <w:t>ieferanten, Dienstleister etc.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6CB4D700" w14:textId="77777777" w:rsidTr="00D54085">
        <w:trPr>
          <w:trHeight w:val="1247"/>
        </w:trPr>
        <w:tc>
          <w:tcPr>
            <w:tcW w:w="9179" w:type="dxa"/>
          </w:tcPr>
          <w:p w14:paraId="5AB1A932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217737CC" w14:textId="77777777" w:rsidTr="00D54085">
        <w:trPr>
          <w:trHeight w:val="567"/>
        </w:trPr>
        <w:tc>
          <w:tcPr>
            <w:tcW w:w="9179" w:type="dxa"/>
          </w:tcPr>
          <w:p w14:paraId="70A91428" w14:textId="487CC5EC" w:rsidR="00E57F80" w:rsidRPr="00E57F80" w:rsidRDefault="009B04F1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0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Fehler un</w:t>
            </w:r>
            <w:r w:rsidR="003424E9">
              <w:rPr>
                <w:rFonts w:ascii="Trebuchet MS" w:hAnsi="Trebuchet MS"/>
                <w:sz w:val="22"/>
                <w:szCs w:val="22"/>
              </w:rPr>
              <w:t>d Maßnahmen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  <w:r w:rsidR="003424E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ie lief das Fehler- und Beschwerdemanagement?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(Kurze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D54085">
              <w:rPr>
                <w:rFonts w:ascii="Trebuchet MS" w:hAnsi="Trebuchet MS"/>
                <w:sz w:val="22"/>
                <w:szCs w:val="22"/>
              </w:rPr>
              <w:t>Beurteilung</w:t>
            </w:r>
            <w:r w:rsidR="00894170">
              <w:rPr>
                <w:rFonts w:ascii="Trebuchet MS" w:hAnsi="Trebuchet MS"/>
                <w:sz w:val="22"/>
                <w:szCs w:val="22"/>
              </w:rPr>
              <w:t>, bitte unterteilen in Fehler</w:t>
            </w:r>
            <w:r w:rsidR="006D205E">
              <w:rPr>
                <w:rFonts w:ascii="Trebuchet MS" w:hAnsi="Trebuchet MS"/>
                <w:sz w:val="22"/>
                <w:szCs w:val="22"/>
              </w:rPr>
              <w:t>management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6D205E">
              <w:rPr>
                <w:rFonts w:ascii="Trebuchet MS" w:hAnsi="Trebuchet MS"/>
                <w:sz w:val="22"/>
                <w:szCs w:val="22"/>
              </w:rPr>
              <w:t>und in</w:t>
            </w:r>
            <w:r w:rsidR="00894170">
              <w:rPr>
                <w:rFonts w:ascii="Trebuchet MS" w:hAnsi="Trebuchet MS"/>
                <w:sz w:val="22"/>
                <w:szCs w:val="22"/>
              </w:rPr>
              <w:t xml:space="preserve"> Beschwerdemanagement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DB3A51" w14:textId="77777777" w:rsidTr="00D54085">
        <w:trPr>
          <w:trHeight w:val="1247"/>
        </w:trPr>
        <w:tc>
          <w:tcPr>
            <w:tcW w:w="9179" w:type="dxa"/>
          </w:tcPr>
          <w:p w14:paraId="20786943" w14:textId="77777777" w:rsidR="00E57F8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Fehlermanagement</w:t>
            </w:r>
          </w:p>
          <w:p w14:paraId="3C6402B2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B56679E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8D9EAE0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5A3EDA5" w14:textId="180EC805" w:rsidR="0089417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Beschwerdeman</w:t>
            </w:r>
            <w:r w:rsidR="00331BC4">
              <w:rPr>
                <w:rFonts w:ascii="Trebuchet MS" w:hAnsi="Trebuchet MS"/>
                <w:sz w:val="22"/>
              </w:rPr>
              <w:t>a</w:t>
            </w:r>
            <w:r>
              <w:rPr>
                <w:rFonts w:ascii="Trebuchet MS" w:hAnsi="Trebuchet MS"/>
                <w:sz w:val="22"/>
              </w:rPr>
              <w:t>gement</w:t>
            </w:r>
          </w:p>
          <w:p w14:paraId="1BCC9F58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75A44AEC" w14:textId="179720A9" w:rsidR="00894170" w:rsidRPr="00894170" w:rsidRDefault="00894170" w:rsidP="00894170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F9CEA82" w14:textId="77777777" w:rsidTr="00D54085">
        <w:trPr>
          <w:trHeight w:val="397"/>
        </w:trPr>
        <w:tc>
          <w:tcPr>
            <w:tcW w:w="9179" w:type="dxa"/>
          </w:tcPr>
          <w:p w14:paraId="7209E031" w14:textId="1A34E7C5" w:rsidR="00D54085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1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Wirksamkeit von durchgeführten Maßnahmen zum Umgang mit Risiken und Chancen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07591590" w14:textId="4A966FCE" w:rsidR="00E57F80" w:rsidRPr="00E57F80" w:rsidRDefault="00D54085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</w:t>
            </w:r>
            <w:r w:rsidR="004B2E7F">
              <w:rPr>
                <w:rFonts w:ascii="Trebuchet MS" w:hAnsi="Trebuchet MS"/>
                <w:sz w:val="22"/>
                <w:szCs w:val="22"/>
              </w:rPr>
              <w:t>elche Risiken konnten identifiziert werden, welche Chancen haben sich ergeben?</w:t>
            </w:r>
          </w:p>
        </w:tc>
      </w:tr>
      <w:tr w:rsidR="00E57F80" w:rsidRPr="00E57F80" w14:paraId="68EDF909" w14:textId="77777777" w:rsidTr="00D54085">
        <w:trPr>
          <w:trHeight w:val="1247"/>
        </w:trPr>
        <w:tc>
          <w:tcPr>
            <w:tcW w:w="9179" w:type="dxa"/>
          </w:tcPr>
          <w:p w14:paraId="41DD7C1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661164FD" w14:textId="77777777" w:rsidTr="00D54085">
        <w:trPr>
          <w:trHeight w:val="397"/>
        </w:trPr>
        <w:tc>
          <w:tcPr>
            <w:tcW w:w="9179" w:type="dxa"/>
          </w:tcPr>
          <w:p w14:paraId="0C77AC15" w14:textId="77777777" w:rsidR="00E57F80" w:rsidRPr="00E57F80" w:rsidRDefault="009B04F1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12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Möglichkeiten für Verbesserungen</w:t>
            </w:r>
          </w:p>
        </w:tc>
      </w:tr>
      <w:tr w:rsidR="00E57F80" w:rsidRPr="00E57F80" w14:paraId="1DB9FEE5" w14:textId="77777777" w:rsidTr="00D54085">
        <w:trPr>
          <w:trHeight w:val="1247"/>
        </w:trPr>
        <w:tc>
          <w:tcPr>
            <w:tcW w:w="9179" w:type="dxa"/>
          </w:tcPr>
          <w:p w14:paraId="445C2310" w14:textId="77777777" w:rsidR="00E57F80" w:rsidRPr="00E57F80" w:rsidRDefault="00E57F80" w:rsidP="00D54085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74681E" w14:textId="77777777" w:rsidR="004016FE" w:rsidRPr="00E57F80" w:rsidRDefault="004016FE" w:rsidP="00D54085">
      <w:pPr>
        <w:pStyle w:val="Kopfzeile"/>
        <w:tabs>
          <w:tab w:val="clear" w:pos="4593"/>
          <w:tab w:val="clear" w:pos="9185"/>
        </w:tabs>
        <w:rPr>
          <w:rFonts w:ascii="Trebuchet MS" w:hAnsi="Trebuchet MS"/>
        </w:rPr>
      </w:pPr>
    </w:p>
    <w:sectPr w:rsidR="004016FE" w:rsidRPr="00E57F80" w:rsidSect="001A42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58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58EF4" w14:textId="77777777" w:rsidR="0001007D" w:rsidRDefault="0001007D">
      <w:r>
        <w:separator/>
      </w:r>
    </w:p>
  </w:endnote>
  <w:endnote w:type="continuationSeparator" w:id="0">
    <w:p w14:paraId="4406F5B2" w14:textId="77777777" w:rsidR="0001007D" w:rsidRDefault="0001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F3D6" w14:textId="455BB150" w:rsidR="00864761" w:rsidRPr="0011272B" w:rsidRDefault="00C7198E" w:rsidP="00864761">
    <w:pPr>
      <w:pStyle w:val="Fuzeile"/>
      <w:tabs>
        <w:tab w:val="clear" w:pos="4593"/>
        <w:tab w:val="clear" w:pos="9185"/>
        <w:tab w:val="left" w:pos="142"/>
        <w:tab w:val="left" w:pos="1440"/>
        <w:tab w:val="left" w:pos="3119"/>
        <w:tab w:val="right" w:pos="9184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8240" behindDoc="0" locked="0" layoutInCell="1" allowOverlap="1" wp14:anchorId="4F2C843C" wp14:editId="23EFE61D">
          <wp:simplePos x="0" y="0"/>
          <wp:positionH relativeFrom="column">
            <wp:posOffset>5715000</wp:posOffset>
          </wp:positionH>
          <wp:positionV relativeFrom="paragraph">
            <wp:posOffset>3810</wp:posOffset>
          </wp:positionV>
          <wp:extent cx="228600" cy="20320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72B">
      <w:rPr>
        <w:rFonts w:ascii="Trebuchet MS" w:hAnsi="Trebuchet MS"/>
        <w:noProof/>
      </w:rPr>
      <w:drawing>
        <wp:anchor distT="0" distB="0" distL="114300" distR="114300" simplePos="0" relativeHeight="251657216" behindDoc="0" locked="0" layoutInCell="1" allowOverlap="1" wp14:anchorId="79D9C065" wp14:editId="406AB0B7">
          <wp:simplePos x="0" y="0"/>
          <wp:positionH relativeFrom="column">
            <wp:posOffset>4419600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761" w:rsidRPr="0011272B">
      <w:rPr>
        <w:rFonts w:ascii="Trebuchet MS" w:hAnsi="Trebuchet MS"/>
        <w:noProof/>
        <w:color w:val="008080"/>
      </w:rPr>
      <w:t>Erstellt</w:t>
    </w:r>
    <w:r w:rsidR="00864761">
      <w:rPr>
        <w:rFonts w:ascii="Trebuchet MS" w:hAnsi="Trebuchet MS"/>
        <w:noProof/>
        <w:color w:val="008080"/>
      </w:rPr>
      <w:t xml:space="preserve"> von: </w:t>
    </w:r>
    <w:r w:rsidR="00864761" w:rsidRPr="0011272B">
      <w:rPr>
        <w:rFonts w:ascii="Trebuchet MS" w:hAnsi="Trebuchet MS"/>
        <w:noProof/>
        <w:color w:val="008080"/>
      </w:rPr>
      <w:t>Name + Datum</w:t>
    </w:r>
    <w:r w:rsidR="00864761">
      <w:rPr>
        <w:rFonts w:ascii="Trebuchet MS" w:hAnsi="Trebuchet MS"/>
        <w:noProof/>
        <w:color w:val="008080"/>
      </w:rPr>
      <w:tab/>
      <w:t xml:space="preserve">Freigegeben von: </w:t>
    </w:r>
    <w:r w:rsidR="00864761" w:rsidRPr="0011272B">
      <w:rPr>
        <w:rFonts w:ascii="Trebuchet MS" w:hAnsi="Trebuchet MS"/>
        <w:noProof/>
        <w:color w:val="008080"/>
      </w:rPr>
      <w:t>Name + Datum</w:t>
    </w:r>
  </w:p>
  <w:p w14:paraId="6F3F19ED" w14:textId="77777777" w:rsidR="001B251F" w:rsidRPr="00864761" w:rsidRDefault="00864761" w:rsidP="00864761">
    <w:pPr>
      <w:pStyle w:val="Fuzeile"/>
      <w:tabs>
        <w:tab w:val="left" w:pos="855"/>
      </w:tabs>
      <w:rPr>
        <w:rFonts w:ascii="Trebuchet MS" w:hAnsi="Trebuchet MS"/>
        <w:noProof/>
        <w:color w:val="008080"/>
      </w:rPr>
    </w:pPr>
    <w:r>
      <w:rPr>
        <w:rFonts w:ascii="Trebuchet MS" w:hAnsi="Trebuchet MS"/>
        <w:noProof/>
        <w:color w:val="008080"/>
      </w:rPr>
      <w:t>Geändert von: Name + Datum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3176" w14:textId="77777777" w:rsidR="001B251F" w:rsidRDefault="001B251F">
    <w:pPr>
      <w:pStyle w:val="Fuzeile"/>
    </w:pPr>
    <w:r>
      <w:t>Dateiname und -pfad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FFC9" w14:textId="77777777" w:rsidR="0001007D" w:rsidRDefault="0001007D">
      <w:r>
        <w:separator/>
      </w:r>
    </w:p>
  </w:footnote>
  <w:footnote w:type="continuationSeparator" w:id="0">
    <w:p w14:paraId="6B18E4D5" w14:textId="77777777" w:rsidR="0001007D" w:rsidRDefault="00010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35"/>
      <w:gridCol w:w="4028"/>
      <w:gridCol w:w="1176"/>
      <w:gridCol w:w="1282"/>
    </w:tblGrid>
    <w:tr w:rsidR="00AD5C73" w:rsidRPr="0011272B" w14:paraId="2B57F276" w14:textId="77777777" w:rsidTr="00DB1115">
      <w:trPr>
        <w:trHeight w:val="440"/>
        <w:jc w:val="center"/>
      </w:trPr>
      <w:tc>
        <w:tcPr>
          <w:tcW w:w="2735" w:type="dxa"/>
          <w:vMerge w:val="restart"/>
          <w:vAlign w:val="center"/>
        </w:tcPr>
        <w:p w14:paraId="3F42448C" w14:textId="77777777" w:rsidR="00AD5C73" w:rsidRPr="00DB1115" w:rsidRDefault="00AD5C73" w:rsidP="00055EA3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4028" w:type="dxa"/>
          <w:vMerge w:val="restart"/>
          <w:vAlign w:val="center"/>
        </w:tcPr>
        <w:p w14:paraId="6C4C8B78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QM</w:t>
          </w:r>
        </w:p>
        <w:p w14:paraId="4F8F67EA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QM-System</w:t>
          </w:r>
        </w:p>
        <w:p w14:paraId="4B925672" w14:textId="77777777" w:rsidR="00AD5C73" w:rsidRPr="00DB1115" w:rsidRDefault="00E57F80" w:rsidP="000F2D7A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Protokoll Managementbewertung</w:t>
          </w:r>
        </w:p>
      </w:tc>
      <w:tc>
        <w:tcPr>
          <w:tcW w:w="1176" w:type="dxa"/>
          <w:vAlign w:val="center"/>
        </w:tcPr>
        <w:p w14:paraId="480B3678" w14:textId="77777777" w:rsidR="00AD5C73" w:rsidRPr="00DB1115" w:rsidRDefault="00AD5C73" w:rsidP="004F3B18">
          <w:pPr>
            <w:tabs>
              <w:tab w:val="left" w:pos="511"/>
            </w:tabs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 xml:space="preserve">Version </w:t>
          </w:r>
          <w:r w:rsidRPr="00DB1115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282" w:type="dxa"/>
          <w:vAlign w:val="center"/>
        </w:tcPr>
        <w:p w14:paraId="71357860" w14:textId="5F9CDB4F" w:rsidR="00AD5C73" w:rsidRPr="00DB1115" w:rsidRDefault="00AD5C73" w:rsidP="004F3B18">
          <w:pPr>
            <w:rPr>
              <w:rFonts w:ascii="Trebuchet MS" w:hAnsi="Trebuchet MS"/>
              <w:snapToGrid w:val="0"/>
              <w:sz w:val="22"/>
              <w:szCs w:val="22"/>
            </w:rPr>
          </w:pPr>
          <w:r w:rsidRPr="00DB1115">
            <w:rPr>
              <w:rFonts w:ascii="Trebuchet MS" w:hAnsi="Trebuchet MS"/>
              <w:snapToGrid w:val="0"/>
              <w:sz w:val="22"/>
              <w:szCs w:val="22"/>
            </w:rPr>
            <w:t xml:space="preserve">Seite 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324EA5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t>/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6D205E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AD5C73" w:rsidRPr="0011272B" w14:paraId="3B6C9698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67FD6ECF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0090E228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5140BBAC" w14:textId="77777777" w:rsidR="00AD5C73" w:rsidRPr="00DB1115" w:rsidRDefault="00E57F80" w:rsidP="00A7269D">
          <w:pPr>
            <w:tabs>
              <w:tab w:val="left" w:pos="504"/>
            </w:tabs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6A</w:t>
          </w:r>
          <w:r w:rsidRPr="00DB1115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>-</w:t>
          </w:r>
        </w:p>
      </w:tc>
    </w:tr>
    <w:tr w:rsidR="00AD5C73" w:rsidRPr="0011272B" w14:paraId="290D406D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4FDA13BE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7C3447A5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7CAD8D28" w14:textId="77777777" w:rsidR="00AD5C73" w:rsidRPr="00DB1115" w:rsidRDefault="00E57F80" w:rsidP="00F53E5C">
          <w:pPr>
            <w:tabs>
              <w:tab w:val="left" w:pos="504"/>
            </w:tabs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C6D6A0A" w14:textId="77777777" w:rsidR="001B251F" w:rsidRDefault="001B251F" w:rsidP="00DD550C">
    <w:pPr>
      <w:pStyle w:val="Kopfzeile"/>
      <w:tabs>
        <w:tab w:val="clear" w:pos="4593"/>
        <w:tab w:val="clear" w:pos="9185"/>
        <w:tab w:val="left" w:pos="57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9" w:type="dxa"/>
      <w:tblLayout w:type="fixed"/>
      <w:tblCellMar>
        <w:top w:w="57" w:type="dxa"/>
        <w:left w:w="56" w:type="dxa"/>
        <w:bottom w:w="57" w:type="dxa"/>
        <w:right w:w="56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1B251F" w14:paraId="3E76ED59" w14:textId="77777777">
      <w:trPr>
        <w:cantSplit/>
      </w:trPr>
      <w:tc>
        <w:tcPr>
          <w:tcW w:w="2041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4782EE9" w14:textId="77777777" w:rsidR="001B251F" w:rsidRPr="005F698F" w:rsidRDefault="001B251F" w:rsidP="00A13BC6">
          <w:pPr>
            <w:jc w:val="center"/>
            <w:rPr>
              <w:sz w:val="20"/>
            </w:rPr>
          </w:pPr>
          <w:r w:rsidRPr="005F698F">
            <w:rPr>
              <w:sz w:val="20"/>
            </w:rPr>
            <w:t>Name der Praxis</w:t>
          </w:r>
        </w:p>
      </w:tc>
      <w:tc>
        <w:tcPr>
          <w:tcW w:w="481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51AC6DAC" w14:textId="77777777" w:rsidR="001B251F" w:rsidRPr="005F698F" w:rsidRDefault="001B251F" w:rsidP="00A13BC6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Verfahrensanweisung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EF82ED5" w14:textId="77777777" w:rsidR="001B251F" w:rsidRPr="005F698F" w:rsidRDefault="001B251F" w:rsidP="00A13BC6">
          <w:pPr>
            <w:tabs>
              <w:tab w:val="left" w:pos="511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  <w:lang w:val="en-GB"/>
            </w:rPr>
            <w:t>Check:</w:t>
          </w:r>
          <w:r>
            <w:rPr>
              <w:sz w:val="14"/>
              <w:szCs w:val="14"/>
              <w:lang w:val="en-GB"/>
            </w:rPr>
            <w:tab/>
          </w:r>
          <w:r w:rsidRPr="005F698F">
            <w:rPr>
              <w:sz w:val="14"/>
              <w:szCs w:val="14"/>
            </w:rPr>
            <w:t>(Monat)</w:t>
          </w: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22988ED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napToGrid w:val="0"/>
              <w:sz w:val="14"/>
              <w:szCs w:val="14"/>
            </w:rPr>
            <w:t>Seite</w:t>
          </w:r>
          <w:r>
            <w:rPr>
              <w:snapToGrid w:val="0"/>
              <w:sz w:val="14"/>
              <w:szCs w:val="14"/>
            </w:rPr>
            <w:tab/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PAGE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1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>
            <w:rPr>
              <w:snapToGrid w:val="0"/>
              <w:sz w:val="14"/>
              <w:szCs w:val="14"/>
            </w:rPr>
            <w:t>/</w:t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SECTIONPAGES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2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</w:p>
      </w:tc>
    </w:tr>
    <w:tr w:rsidR="001B251F" w14:paraId="2C8BC480" w14:textId="77777777">
      <w:trPr>
        <w:cantSplit/>
      </w:trPr>
      <w:tc>
        <w:tcPr>
          <w:tcW w:w="204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7C55E8" w14:textId="77777777" w:rsidR="001B251F" w:rsidRDefault="001B251F" w:rsidP="00A13BC6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3F898AD" w14:textId="77777777" w:rsidR="001B251F" w:rsidRPr="003C5B9A" w:rsidRDefault="001B251F" w:rsidP="00A13BC6">
          <w:pPr>
            <w:jc w:val="center"/>
            <w:rPr>
              <w:b/>
              <w:sz w:val="16"/>
              <w:szCs w:val="16"/>
            </w:rPr>
          </w:pPr>
          <w:r w:rsidRPr="00E314E7">
            <w:rPr>
              <w:b/>
              <w:sz w:val="16"/>
              <w:szCs w:val="16"/>
            </w:rPr>
            <w:t xml:space="preserve">VA S1-02, </w:t>
          </w:r>
          <w:r>
            <w:rPr>
              <w:b/>
              <w:sz w:val="16"/>
              <w:szCs w:val="16"/>
            </w:rPr>
            <w:t>Einstellung neuer Mitarbeiter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05CDD5" w14:textId="77777777" w:rsidR="001B251F" w:rsidRPr="005F698F" w:rsidRDefault="001B251F" w:rsidP="00A13BC6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B64BEE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</w:rPr>
            <w:t>Version</w:t>
          </w:r>
          <w:r>
            <w:rPr>
              <w:sz w:val="14"/>
              <w:szCs w:val="14"/>
            </w:rPr>
            <w:tab/>
          </w:r>
          <w:r w:rsidRPr="005F698F">
            <w:rPr>
              <w:sz w:val="14"/>
              <w:szCs w:val="14"/>
            </w:rPr>
            <w:t>x</w:t>
          </w:r>
        </w:p>
      </w:tc>
    </w:tr>
  </w:tbl>
  <w:p w14:paraId="08FE3094" w14:textId="77777777" w:rsidR="001B251F" w:rsidRDefault="001B251F" w:rsidP="005E6377">
    <w:pPr>
      <w:pStyle w:val="Kopfzeile"/>
    </w:pPr>
  </w:p>
  <w:p w14:paraId="1A9A5B96" w14:textId="77777777" w:rsidR="001B251F" w:rsidRPr="005E6377" w:rsidRDefault="001B251F" w:rsidP="005E63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59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0743E"/>
    <w:multiLevelType w:val="hybridMultilevel"/>
    <w:tmpl w:val="77DE1AD2"/>
    <w:lvl w:ilvl="0" w:tplc="FFFFFFFF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993747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217D0D"/>
    <w:multiLevelType w:val="hybridMultilevel"/>
    <w:tmpl w:val="76C04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E0187"/>
    <w:multiLevelType w:val="hybridMultilevel"/>
    <w:tmpl w:val="7720711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02896"/>
    <w:multiLevelType w:val="hybridMultilevel"/>
    <w:tmpl w:val="E33053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C6BD4"/>
    <w:multiLevelType w:val="singleLevel"/>
    <w:tmpl w:val="69B8582A"/>
    <w:lvl w:ilvl="0">
      <w:numFmt w:val="bullet"/>
      <w:pStyle w:val="AufzhlungPunk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</w:abstractNum>
  <w:abstractNum w:abstractNumId="7" w15:restartNumberingAfterBreak="0">
    <w:nsid w:val="1DD52BE3"/>
    <w:multiLevelType w:val="hybridMultilevel"/>
    <w:tmpl w:val="CF323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64179"/>
    <w:multiLevelType w:val="hybridMultilevel"/>
    <w:tmpl w:val="58B0E2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12472"/>
    <w:multiLevelType w:val="hybridMultilevel"/>
    <w:tmpl w:val="A036CF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3382F"/>
    <w:multiLevelType w:val="singleLevel"/>
    <w:tmpl w:val="2B8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7384DBB"/>
    <w:multiLevelType w:val="hybridMultilevel"/>
    <w:tmpl w:val="961E8D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E3EC7"/>
    <w:multiLevelType w:val="singleLevel"/>
    <w:tmpl w:val="CFEC4D26"/>
    <w:lvl w:ilvl="0">
      <w:start w:val="1"/>
      <w:numFmt w:val="decimal"/>
      <w:pStyle w:val="Nummerieru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8"/>
        <w:szCs w:val="18"/>
      </w:rPr>
    </w:lvl>
  </w:abstractNum>
  <w:abstractNum w:abstractNumId="13" w15:restartNumberingAfterBreak="0">
    <w:nsid w:val="33C121D9"/>
    <w:multiLevelType w:val="singleLevel"/>
    <w:tmpl w:val="FC0CE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3D24BE8"/>
    <w:multiLevelType w:val="hybridMultilevel"/>
    <w:tmpl w:val="F1B07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A3465"/>
    <w:multiLevelType w:val="hybridMultilevel"/>
    <w:tmpl w:val="8982B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C52BDC"/>
    <w:multiLevelType w:val="hybridMultilevel"/>
    <w:tmpl w:val="DEE817C2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4BE01C63"/>
    <w:multiLevelType w:val="hybridMultilevel"/>
    <w:tmpl w:val="0B9C9D1E"/>
    <w:lvl w:ilvl="0" w:tplc="FFFFFFFF">
      <w:start w:val="1"/>
      <w:numFmt w:val="bullet"/>
      <w:lvlText w:val="-"/>
      <w:lvlJc w:val="left"/>
      <w:pPr>
        <w:tabs>
          <w:tab w:val="num" w:pos="2190"/>
        </w:tabs>
        <w:ind w:left="219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8" w15:restartNumberingAfterBreak="0">
    <w:nsid w:val="52596D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C56183"/>
    <w:multiLevelType w:val="hybridMultilevel"/>
    <w:tmpl w:val="E9EE0DF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14267"/>
    <w:multiLevelType w:val="singleLevel"/>
    <w:tmpl w:val="6E1CA3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</w:abstractNum>
  <w:abstractNum w:abstractNumId="21" w15:restartNumberingAfterBreak="0">
    <w:nsid w:val="611E777E"/>
    <w:multiLevelType w:val="hybridMultilevel"/>
    <w:tmpl w:val="D8BE7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213503D"/>
    <w:multiLevelType w:val="hybridMultilevel"/>
    <w:tmpl w:val="021C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45E6B"/>
    <w:multiLevelType w:val="hybridMultilevel"/>
    <w:tmpl w:val="6900B78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828"/>
      <w:numFmt w:val="decimal"/>
      <w:lvlText w:val="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6A7207"/>
    <w:multiLevelType w:val="hybridMultilevel"/>
    <w:tmpl w:val="8D6A87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210A5"/>
    <w:multiLevelType w:val="hybridMultilevel"/>
    <w:tmpl w:val="8DD6E1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3708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A0443D1"/>
    <w:multiLevelType w:val="hybridMultilevel"/>
    <w:tmpl w:val="8E666B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137301"/>
    <w:multiLevelType w:val="hybridMultilevel"/>
    <w:tmpl w:val="BD54C1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D05F9"/>
    <w:multiLevelType w:val="hybridMultilevel"/>
    <w:tmpl w:val="AE5A67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38031">
    <w:abstractNumId w:val="6"/>
  </w:num>
  <w:num w:numId="2" w16cid:durableId="1271662044">
    <w:abstractNumId w:val="12"/>
  </w:num>
  <w:num w:numId="3" w16cid:durableId="559169639">
    <w:abstractNumId w:val="4"/>
  </w:num>
  <w:num w:numId="4" w16cid:durableId="724329762">
    <w:abstractNumId w:val="21"/>
  </w:num>
  <w:num w:numId="5" w16cid:durableId="904877587">
    <w:abstractNumId w:val="17"/>
  </w:num>
  <w:num w:numId="6" w16cid:durableId="1123580140">
    <w:abstractNumId w:val="3"/>
  </w:num>
  <w:num w:numId="7" w16cid:durableId="735586551">
    <w:abstractNumId w:val="28"/>
  </w:num>
  <w:num w:numId="8" w16cid:durableId="322007568">
    <w:abstractNumId w:val="29"/>
  </w:num>
  <w:num w:numId="9" w16cid:durableId="333074596">
    <w:abstractNumId w:val="24"/>
  </w:num>
  <w:num w:numId="10" w16cid:durableId="1497260917">
    <w:abstractNumId w:val="7"/>
  </w:num>
  <w:num w:numId="11" w16cid:durableId="1232427536">
    <w:abstractNumId w:val="19"/>
  </w:num>
  <w:num w:numId="12" w16cid:durableId="481505971">
    <w:abstractNumId w:val="11"/>
  </w:num>
  <w:num w:numId="13" w16cid:durableId="135413000">
    <w:abstractNumId w:val="23"/>
  </w:num>
  <w:num w:numId="14" w16cid:durableId="1463041900">
    <w:abstractNumId w:val="27"/>
  </w:num>
  <w:num w:numId="15" w16cid:durableId="2005817244">
    <w:abstractNumId w:val="9"/>
  </w:num>
  <w:num w:numId="16" w16cid:durableId="1481725553">
    <w:abstractNumId w:val="8"/>
  </w:num>
  <w:num w:numId="17" w16cid:durableId="2046447210">
    <w:abstractNumId w:val="18"/>
  </w:num>
  <w:num w:numId="18" w16cid:durableId="1332221775">
    <w:abstractNumId w:val="26"/>
  </w:num>
  <w:num w:numId="19" w16cid:durableId="991374522">
    <w:abstractNumId w:val="0"/>
  </w:num>
  <w:num w:numId="20" w16cid:durableId="75329074">
    <w:abstractNumId w:val="20"/>
  </w:num>
  <w:num w:numId="21" w16cid:durableId="515656716">
    <w:abstractNumId w:val="2"/>
  </w:num>
  <w:num w:numId="22" w16cid:durableId="1421441431">
    <w:abstractNumId w:val="10"/>
  </w:num>
  <w:num w:numId="23" w16cid:durableId="1586573816">
    <w:abstractNumId w:val="1"/>
  </w:num>
  <w:num w:numId="24" w16cid:durableId="1244797718">
    <w:abstractNumId w:val="16"/>
  </w:num>
  <w:num w:numId="25" w16cid:durableId="1809350473">
    <w:abstractNumId w:val="13"/>
  </w:num>
  <w:num w:numId="26" w16cid:durableId="1171798285">
    <w:abstractNumId w:val="25"/>
  </w:num>
  <w:num w:numId="27" w16cid:durableId="699016215">
    <w:abstractNumId w:val="15"/>
  </w:num>
  <w:num w:numId="28" w16cid:durableId="1609695952">
    <w:abstractNumId w:val="5"/>
  </w:num>
  <w:num w:numId="29" w16cid:durableId="736053860">
    <w:abstractNumId w:val="22"/>
  </w:num>
  <w:num w:numId="30" w16cid:durableId="4451983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3A"/>
    <w:rsid w:val="0000054E"/>
    <w:rsid w:val="0000179A"/>
    <w:rsid w:val="0001007D"/>
    <w:rsid w:val="00010CE5"/>
    <w:rsid w:val="00020AA3"/>
    <w:rsid w:val="00021154"/>
    <w:rsid w:val="00026E5C"/>
    <w:rsid w:val="00030D39"/>
    <w:rsid w:val="00034129"/>
    <w:rsid w:val="00055EA3"/>
    <w:rsid w:val="00064978"/>
    <w:rsid w:val="000746E4"/>
    <w:rsid w:val="000844AA"/>
    <w:rsid w:val="00085A09"/>
    <w:rsid w:val="00085B58"/>
    <w:rsid w:val="00087F2C"/>
    <w:rsid w:val="000A27C1"/>
    <w:rsid w:val="000A4E3E"/>
    <w:rsid w:val="000A5EE7"/>
    <w:rsid w:val="000B42B0"/>
    <w:rsid w:val="000C025F"/>
    <w:rsid w:val="000C0366"/>
    <w:rsid w:val="000C42BE"/>
    <w:rsid w:val="000D372E"/>
    <w:rsid w:val="000F2D7A"/>
    <w:rsid w:val="000F7744"/>
    <w:rsid w:val="0011272B"/>
    <w:rsid w:val="00114709"/>
    <w:rsid w:val="00124162"/>
    <w:rsid w:val="00124B34"/>
    <w:rsid w:val="00126C10"/>
    <w:rsid w:val="00134369"/>
    <w:rsid w:val="00137811"/>
    <w:rsid w:val="001519DC"/>
    <w:rsid w:val="001562FD"/>
    <w:rsid w:val="0016075D"/>
    <w:rsid w:val="00162BA7"/>
    <w:rsid w:val="0016341D"/>
    <w:rsid w:val="001655FB"/>
    <w:rsid w:val="001679B1"/>
    <w:rsid w:val="00175A9C"/>
    <w:rsid w:val="00183140"/>
    <w:rsid w:val="00185D51"/>
    <w:rsid w:val="001928FA"/>
    <w:rsid w:val="001A42A2"/>
    <w:rsid w:val="001A44FA"/>
    <w:rsid w:val="001B251F"/>
    <w:rsid w:val="001B497E"/>
    <w:rsid w:val="001B4C41"/>
    <w:rsid w:val="001B7E4D"/>
    <w:rsid w:val="001C104E"/>
    <w:rsid w:val="001C3685"/>
    <w:rsid w:val="001C377E"/>
    <w:rsid w:val="001C7CEE"/>
    <w:rsid w:val="001D337A"/>
    <w:rsid w:val="001D5522"/>
    <w:rsid w:val="001D7394"/>
    <w:rsid w:val="001E3AC8"/>
    <w:rsid w:val="001E4253"/>
    <w:rsid w:val="001F55DA"/>
    <w:rsid w:val="00205F43"/>
    <w:rsid w:val="00207BD5"/>
    <w:rsid w:val="00213080"/>
    <w:rsid w:val="002149E5"/>
    <w:rsid w:val="002332E2"/>
    <w:rsid w:val="00234FDD"/>
    <w:rsid w:val="00235B79"/>
    <w:rsid w:val="002439B1"/>
    <w:rsid w:val="00254786"/>
    <w:rsid w:val="00255717"/>
    <w:rsid w:val="00257BB0"/>
    <w:rsid w:val="00257D3F"/>
    <w:rsid w:val="00266344"/>
    <w:rsid w:val="0028064E"/>
    <w:rsid w:val="00286868"/>
    <w:rsid w:val="00291281"/>
    <w:rsid w:val="002913F3"/>
    <w:rsid w:val="00294C4B"/>
    <w:rsid w:val="0029668D"/>
    <w:rsid w:val="002969F5"/>
    <w:rsid w:val="00296DBC"/>
    <w:rsid w:val="002B6674"/>
    <w:rsid w:val="002D41FD"/>
    <w:rsid w:val="002E6D9B"/>
    <w:rsid w:val="002F687A"/>
    <w:rsid w:val="002F77E8"/>
    <w:rsid w:val="00302165"/>
    <w:rsid w:val="0031311F"/>
    <w:rsid w:val="00321BBB"/>
    <w:rsid w:val="003244CD"/>
    <w:rsid w:val="00324EA5"/>
    <w:rsid w:val="0032753C"/>
    <w:rsid w:val="00331BC4"/>
    <w:rsid w:val="0033209E"/>
    <w:rsid w:val="00332662"/>
    <w:rsid w:val="003361AC"/>
    <w:rsid w:val="00337C87"/>
    <w:rsid w:val="00340C66"/>
    <w:rsid w:val="003424E9"/>
    <w:rsid w:val="003431FB"/>
    <w:rsid w:val="00345409"/>
    <w:rsid w:val="003518CB"/>
    <w:rsid w:val="0036489E"/>
    <w:rsid w:val="00370983"/>
    <w:rsid w:val="00373771"/>
    <w:rsid w:val="00376C30"/>
    <w:rsid w:val="00395A9B"/>
    <w:rsid w:val="003B1374"/>
    <w:rsid w:val="003B5071"/>
    <w:rsid w:val="003B5391"/>
    <w:rsid w:val="003B643A"/>
    <w:rsid w:val="003B6F2D"/>
    <w:rsid w:val="003C1C07"/>
    <w:rsid w:val="003C2CE4"/>
    <w:rsid w:val="003C37FC"/>
    <w:rsid w:val="003C5B9A"/>
    <w:rsid w:val="003D1777"/>
    <w:rsid w:val="003D7205"/>
    <w:rsid w:val="003D764B"/>
    <w:rsid w:val="003E11F7"/>
    <w:rsid w:val="003E6C0E"/>
    <w:rsid w:val="003F1654"/>
    <w:rsid w:val="003F5512"/>
    <w:rsid w:val="004016FE"/>
    <w:rsid w:val="00406DE0"/>
    <w:rsid w:val="00410BAC"/>
    <w:rsid w:val="00412B23"/>
    <w:rsid w:val="00412D07"/>
    <w:rsid w:val="00414845"/>
    <w:rsid w:val="00424424"/>
    <w:rsid w:val="00452402"/>
    <w:rsid w:val="00457C96"/>
    <w:rsid w:val="004667E5"/>
    <w:rsid w:val="0047077E"/>
    <w:rsid w:val="00474E3F"/>
    <w:rsid w:val="004807DD"/>
    <w:rsid w:val="00496443"/>
    <w:rsid w:val="004B0225"/>
    <w:rsid w:val="004B2E7F"/>
    <w:rsid w:val="004B32FA"/>
    <w:rsid w:val="004B401B"/>
    <w:rsid w:val="004B627B"/>
    <w:rsid w:val="004C6FA2"/>
    <w:rsid w:val="004C7F06"/>
    <w:rsid w:val="004E1372"/>
    <w:rsid w:val="004E34C0"/>
    <w:rsid w:val="004F3B18"/>
    <w:rsid w:val="00500383"/>
    <w:rsid w:val="005020F5"/>
    <w:rsid w:val="0050648E"/>
    <w:rsid w:val="00506A59"/>
    <w:rsid w:val="00514A5B"/>
    <w:rsid w:val="00522438"/>
    <w:rsid w:val="00532B45"/>
    <w:rsid w:val="005536C0"/>
    <w:rsid w:val="00556A81"/>
    <w:rsid w:val="005576E7"/>
    <w:rsid w:val="00557857"/>
    <w:rsid w:val="00561A85"/>
    <w:rsid w:val="005659FC"/>
    <w:rsid w:val="00572E26"/>
    <w:rsid w:val="00575A1A"/>
    <w:rsid w:val="00592530"/>
    <w:rsid w:val="005A06CA"/>
    <w:rsid w:val="005A21CF"/>
    <w:rsid w:val="005C4CDA"/>
    <w:rsid w:val="005C7FA7"/>
    <w:rsid w:val="005E2DC8"/>
    <w:rsid w:val="005E6377"/>
    <w:rsid w:val="00602F23"/>
    <w:rsid w:val="00604845"/>
    <w:rsid w:val="00605A38"/>
    <w:rsid w:val="00605DB4"/>
    <w:rsid w:val="00611DF9"/>
    <w:rsid w:val="00614F7C"/>
    <w:rsid w:val="00615E19"/>
    <w:rsid w:val="00623E70"/>
    <w:rsid w:val="00625303"/>
    <w:rsid w:val="006268F9"/>
    <w:rsid w:val="0062786F"/>
    <w:rsid w:val="0063107F"/>
    <w:rsid w:val="0063514C"/>
    <w:rsid w:val="006424DD"/>
    <w:rsid w:val="006470D6"/>
    <w:rsid w:val="006565AE"/>
    <w:rsid w:val="00663ECA"/>
    <w:rsid w:val="00663F81"/>
    <w:rsid w:val="00673C43"/>
    <w:rsid w:val="00675BA8"/>
    <w:rsid w:val="006820E5"/>
    <w:rsid w:val="00685BA3"/>
    <w:rsid w:val="006A0983"/>
    <w:rsid w:val="006A22D3"/>
    <w:rsid w:val="006B1974"/>
    <w:rsid w:val="006B3DA4"/>
    <w:rsid w:val="006B4022"/>
    <w:rsid w:val="006B5208"/>
    <w:rsid w:val="006C1A45"/>
    <w:rsid w:val="006D205E"/>
    <w:rsid w:val="006D5978"/>
    <w:rsid w:val="007019C5"/>
    <w:rsid w:val="0071444B"/>
    <w:rsid w:val="00725522"/>
    <w:rsid w:val="007270F7"/>
    <w:rsid w:val="0073030A"/>
    <w:rsid w:val="007325AE"/>
    <w:rsid w:val="00736712"/>
    <w:rsid w:val="00743396"/>
    <w:rsid w:val="00751921"/>
    <w:rsid w:val="00754AAC"/>
    <w:rsid w:val="00762E68"/>
    <w:rsid w:val="00764FEA"/>
    <w:rsid w:val="00770947"/>
    <w:rsid w:val="00772E69"/>
    <w:rsid w:val="00773D18"/>
    <w:rsid w:val="00784C18"/>
    <w:rsid w:val="0079289B"/>
    <w:rsid w:val="00797E2E"/>
    <w:rsid w:val="007A0655"/>
    <w:rsid w:val="007A5858"/>
    <w:rsid w:val="007B06CB"/>
    <w:rsid w:val="007B2BD1"/>
    <w:rsid w:val="007B3A2D"/>
    <w:rsid w:val="007B4DE3"/>
    <w:rsid w:val="007C08A0"/>
    <w:rsid w:val="007C2A7F"/>
    <w:rsid w:val="007C503C"/>
    <w:rsid w:val="007E2ECE"/>
    <w:rsid w:val="007E744D"/>
    <w:rsid w:val="007F160F"/>
    <w:rsid w:val="007F26DD"/>
    <w:rsid w:val="007F4381"/>
    <w:rsid w:val="00800C4C"/>
    <w:rsid w:val="00813EE6"/>
    <w:rsid w:val="008237DA"/>
    <w:rsid w:val="00831178"/>
    <w:rsid w:val="00831EEF"/>
    <w:rsid w:val="00844D9E"/>
    <w:rsid w:val="00850968"/>
    <w:rsid w:val="00853C8B"/>
    <w:rsid w:val="00855220"/>
    <w:rsid w:val="00855894"/>
    <w:rsid w:val="00855A9B"/>
    <w:rsid w:val="00860AC4"/>
    <w:rsid w:val="00864761"/>
    <w:rsid w:val="00864AB5"/>
    <w:rsid w:val="00873973"/>
    <w:rsid w:val="00876D06"/>
    <w:rsid w:val="008814DD"/>
    <w:rsid w:val="00884CAB"/>
    <w:rsid w:val="00891C1E"/>
    <w:rsid w:val="00894170"/>
    <w:rsid w:val="008A6529"/>
    <w:rsid w:val="008B0A6C"/>
    <w:rsid w:val="008B249A"/>
    <w:rsid w:val="008B6BC9"/>
    <w:rsid w:val="008B7C77"/>
    <w:rsid w:val="008C2116"/>
    <w:rsid w:val="008E007E"/>
    <w:rsid w:val="008F0894"/>
    <w:rsid w:val="0091005A"/>
    <w:rsid w:val="00922E30"/>
    <w:rsid w:val="00933F93"/>
    <w:rsid w:val="00937275"/>
    <w:rsid w:val="009375B5"/>
    <w:rsid w:val="00943216"/>
    <w:rsid w:val="009552A3"/>
    <w:rsid w:val="009668DA"/>
    <w:rsid w:val="009770DF"/>
    <w:rsid w:val="00990A66"/>
    <w:rsid w:val="00991955"/>
    <w:rsid w:val="00994635"/>
    <w:rsid w:val="009B04F1"/>
    <w:rsid w:val="009B2D1F"/>
    <w:rsid w:val="009C7C40"/>
    <w:rsid w:val="009D584C"/>
    <w:rsid w:val="009D7396"/>
    <w:rsid w:val="009E76A7"/>
    <w:rsid w:val="009F3829"/>
    <w:rsid w:val="00A07AB2"/>
    <w:rsid w:val="00A13467"/>
    <w:rsid w:val="00A13BC6"/>
    <w:rsid w:val="00A21356"/>
    <w:rsid w:val="00A2172C"/>
    <w:rsid w:val="00A21B9D"/>
    <w:rsid w:val="00A27559"/>
    <w:rsid w:val="00A314A8"/>
    <w:rsid w:val="00A45C56"/>
    <w:rsid w:val="00A50423"/>
    <w:rsid w:val="00A7269D"/>
    <w:rsid w:val="00A727FF"/>
    <w:rsid w:val="00A9205E"/>
    <w:rsid w:val="00AB1DA6"/>
    <w:rsid w:val="00AB1F1F"/>
    <w:rsid w:val="00AC50E3"/>
    <w:rsid w:val="00AC6D2F"/>
    <w:rsid w:val="00AC75B0"/>
    <w:rsid w:val="00AD141A"/>
    <w:rsid w:val="00AD2709"/>
    <w:rsid w:val="00AD5C73"/>
    <w:rsid w:val="00AE67AE"/>
    <w:rsid w:val="00AF3148"/>
    <w:rsid w:val="00AF6672"/>
    <w:rsid w:val="00AF77FA"/>
    <w:rsid w:val="00AF79DA"/>
    <w:rsid w:val="00B31BB4"/>
    <w:rsid w:val="00B33995"/>
    <w:rsid w:val="00B37A36"/>
    <w:rsid w:val="00B54D18"/>
    <w:rsid w:val="00B7364A"/>
    <w:rsid w:val="00B8031E"/>
    <w:rsid w:val="00B82665"/>
    <w:rsid w:val="00B9768F"/>
    <w:rsid w:val="00BA0270"/>
    <w:rsid w:val="00BA0D3C"/>
    <w:rsid w:val="00BA5FC3"/>
    <w:rsid w:val="00BB00DE"/>
    <w:rsid w:val="00BB03B6"/>
    <w:rsid w:val="00BB14CE"/>
    <w:rsid w:val="00BB2220"/>
    <w:rsid w:val="00BC2596"/>
    <w:rsid w:val="00BC5470"/>
    <w:rsid w:val="00BD1944"/>
    <w:rsid w:val="00BE05F4"/>
    <w:rsid w:val="00BE09D6"/>
    <w:rsid w:val="00BF020F"/>
    <w:rsid w:val="00BF1031"/>
    <w:rsid w:val="00C0311E"/>
    <w:rsid w:val="00C17E7C"/>
    <w:rsid w:val="00C26CEF"/>
    <w:rsid w:val="00C56431"/>
    <w:rsid w:val="00C612EE"/>
    <w:rsid w:val="00C7198E"/>
    <w:rsid w:val="00C806E1"/>
    <w:rsid w:val="00C84F42"/>
    <w:rsid w:val="00C911F1"/>
    <w:rsid w:val="00C92F04"/>
    <w:rsid w:val="00CB0538"/>
    <w:rsid w:val="00CB3777"/>
    <w:rsid w:val="00CB6DB2"/>
    <w:rsid w:val="00CC61CC"/>
    <w:rsid w:val="00CD07F6"/>
    <w:rsid w:val="00CD2515"/>
    <w:rsid w:val="00CD26D6"/>
    <w:rsid w:val="00CE0408"/>
    <w:rsid w:val="00CE794E"/>
    <w:rsid w:val="00CF475F"/>
    <w:rsid w:val="00CF6858"/>
    <w:rsid w:val="00D0070D"/>
    <w:rsid w:val="00D06E02"/>
    <w:rsid w:val="00D102EE"/>
    <w:rsid w:val="00D333BD"/>
    <w:rsid w:val="00D43DB1"/>
    <w:rsid w:val="00D452DB"/>
    <w:rsid w:val="00D51A39"/>
    <w:rsid w:val="00D521FB"/>
    <w:rsid w:val="00D54085"/>
    <w:rsid w:val="00D623B2"/>
    <w:rsid w:val="00D65AF9"/>
    <w:rsid w:val="00D72C8E"/>
    <w:rsid w:val="00D83F23"/>
    <w:rsid w:val="00D877B1"/>
    <w:rsid w:val="00D9272B"/>
    <w:rsid w:val="00DA0A4C"/>
    <w:rsid w:val="00DA3630"/>
    <w:rsid w:val="00DA447E"/>
    <w:rsid w:val="00DB0B37"/>
    <w:rsid w:val="00DB1115"/>
    <w:rsid w:val="00DB6524"/>
    <w:rsid w:val="00DC3819"/>
    <w:rsid w:val="00DC4DCC"/>
    <w:rsid w:val="00DD1FFB"/>
    <w:rsid w:val="00DD550C"/>
    <w:rsid w:val="00DD77FF"/>
    <w:rsid w:val="00DF5025"/>
    <w:rsid w:val="00E06B74"/>
    <w:rsid w:val="00E14FBB"/>
    <w:rsid w:val="00E156E6"/>
    <w:rsid w:val="00E20C40"/>
    <w:rsid w:val="00E23939"/>
    <w:rsid w:val="00E314E7"/>
    <w:rsid w:val="00E42E11"/>
    <w:rsid w:val="00E44F88"/>
    <w:rsid w:val="00E53569"/>
    <w:rsid w:val="00E57F80"/>
    <w:rsid w:val="00E646E6"/>
    <w:rsid w:val="00E64BAA"/>
    <w:rsid w:val="00E7130D"/>
    <w:rsid w:val="00E71F34"/>
    <w:rsid w:val="00E72FBA"/>
    <w:rsid w:val="00E844CA"/>
    <w:rsid w:val="00E85071"/>
    <w:rsid w:val="00E86B17"/>
    <w:rsid w:val="00E925C1"/>
    <w:rsid w:val="00E936E3"/>
    <w:rsid w:val="00E973F4"/>
    <w:rsid w:val="00EA1ECD"/>
    <w:rsid w:val="00EA628A"/>
    <w:rsid w:val="00EC78DB"/>
    <w:rsid w:val="00ED5E94"/>
    <w:rsid w:val="00EF195A"/>
    <w:rsid w:val="00EF3A0B"/>
    <w:rsid w:val="00F0610D"/>
    <w:rsid w:val="00F1470F"/>
    <w:rsid w:val="00F37D51"/>
    <w:rsid w:val="00F42001"/>
    <w:rsid w:val="00F53E5C"/>
    <w:rsid w:val="00F54A8C"/>
    <w:rsid w:val="00F60D0A"/>
    <w:rsid w:val="00F6684D"/>
    <w:rsid w:val="00F71833"/>
    <w:rsid w:val="00F74F02"/>
    <w:rsid w:val="00F83968"/>
    <w:rsid w:val="00F87311"/>
    <w:rsid w:val="00FA289B"/>
    <w:rsid w:val="00FA5A8C"/>
    <w:rsid w:val="00FA74D8"/>
    <w:rsid w:val="00FB44B0"/>
    <w:rsid w:val="00FB76CA"/>
    <w:rsid w:val="00FC39CD"/>
    <w:rsid w:val="00FC63BF"/>
    <w:rsid w:val="00FD0F73"/>
    <w:rsid w:val="00FD7C14"/>
    <w:rsid w:val="00FE0B9B"/>
    <w:rsid w:val="00FE268F"/>
    <w:rsid w:val="00FE3850"/>
    <w:rsid w:val="00FE55E5"/>
    <w:rsid w:val="00F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87BB41"/>
  <w15:chartTrackingRefBased/>
  <w15:docId w15:val="{31C989C3-AD40-4897-B8F1-B9669185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11F1"/>
    <w:pPr>
      <w:widowControl w:val="0"/>
      <w:spacing w:line="26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rsid w:val="00C612EE"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C612EE"/>
    <w:pPr>
      <w:keepNext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rsid w:val="00C612EE"/>
    <w:pPr>
      <w:keepNext/>
      <w:tabs>
        <w:tab w:val="left" w:pos="360"/>
      </w:tabs>
      <w:ind w:left="357" w:hanging="357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612EE"/>
    <w:pPr>
      <w:keepNext/>
      <w:tabs>
        <w:tab w:val="left" w:pos="397"/>
      </w:tabs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 Punkt"/>
    <w:basedOn w:val="Standard"/>
    <w:link w:val="AufzhlungPunktZchn"/>
    <w:rsid w:val="00F83968"/>
    <w:pPr>
      <w:numPr>
        <w:numId w:val="1"/>
      </w:numPr>
      <w:tabs>
        <w:tab w:val="left" w:pos="227"/>
      </w:tabs>
    </w:pPr>
    <w:rPr>
      <w:szCs w:val="18"/>
    </w:rPr>
  </w:style>
  <w:style w:type="paragraph" w:styleId="Funotentext">
    <w:name w:val="footnote text"/>
    <w:basedOn w:val="Standard"/>
    <w:rsid w:val="003B1374"/>
    <w:rPr>
      <w:sz w:val="16"/>
    </w:rPr>
  </w:style>
  <w:style w:type="character" w:styleId="Funotenzeichen">
    <w:name w:val="footnote reference"/>
    <w:semiHidden/>
    <w:rPr>
      <w:rFonts w:ascii="Arial" w:hAnsi="Arial"/>
      <w:vertAlign w:val="superscript"/>
    </w:rPr>
  </w:style>
  <w:style w:type="paragraph" w:styleId="Fuzeile">
    <w:name w:val="footer"/>
    <w:basedOn w:val="Standard"/>
    <w:pPr>
      <w:tabs>
        <w:tab w:val="center" w:pos="4593"/>
        <w:tab w:val="right" w:pos="9185"/>
      </w:tabs>
    </w:pPr>
  </w:style>
  <w:style w:type="paragraph" w:styleId="Kopfzeile">
    <w:name w:val="header"/>
    <w:basedOn w:val="Standard"/>
    <w:pPr>
      <w:tabs>
        <w:tab w:val="center" w:pos="4593"/>
        <w:tab w:val="right" w:pos="9185"/>
      </w:tabs>
    </w:pPr>
  </w:style>
  <w:style w:type="paragraph" w:customStyle="1" w:styleId="Nummerierung">
    <w:name w:val="Nummerierung"/>
    <w:basedOn w:val="Standard"/>
    <w:rsid w:val="00E925C1"/>
    <w:pPr>
      <w:numPr>
        <w:numId w:val="2"/>
      </w:numPr>
      <w:spacing w:line="240" w:lineRule="auto"/>
    </w:pPr>
    <w:rPr>
      <w:color w:val="000000"/>
    </w:rPr>
  </w:style>
  <w:style w:type="character" w:styleId="Seitenzahl">
    <w:name w:val="page number"/>
    <w:rPr>
      <w:rFonts w:ascii="Arial" w:hAnsi="Arial"/>
    </w:rPr>
  </w:style>
  <w:style w:type="paragraph" w:customStyle="1" w:styleId="Tabelle">
    <w:name w:val="Tabelle"/>
    <w:basedOn w:val="Standard"/>
    <w:rsid w:val="00F83968"/>
    <w:pPr>
      <w:widowControl/>
    </w:pPr>
  </w:style>
  <w:style w:type="paragraph" w:customStyle="1" w:styleId="Tabellenkopf">
    <w:name w:val="Tabellenkopf"/>
    <w:basedOn w:val="Standard"/>
    <w:rsid w:val="00BC2596"/>
    <w:rPr>
      <w:b/>
    </w:rPr>
  </w:style>
  <w:style w:type="paragraph" w:styleId="Sprechblasentext">
    <w:name w:val="Balloon Text"/>
    <w:basedOn w:val="Standard"/>
    <w:semiHidden/>
    <w:rsid w:val="003B643A"/>
    <w:rPr>
      <w:rFonts w:ascii="Tahoma" w:hAnsi="Tahoma" w:cs="Tahoma"/>
      <w:sz w:val="16"/>
      <w:szCs w:val="16"/>
    </w:rPr>
  </w:style>
  <w:style w:type="paragraph" w:customStyle="1" w:styleId="Seiteoben">
    <w:name w:val="Seite oben"/>
    <w:basedOn w:val="Standard"/>
    <w:rsid w:val="00410BAC"/>
    <w:pPr>
      <w:tabs>
        <w:tab w:val="left" w:pos="1701"/>
        <w:tab w:val="left" w:pos="6804"/>
        <w:tab w:val="left" w:pos="7371"/>
      </w:tabs>
      <w:spacing w:line="180" w:lineRule="exact"/>
    </w:pPr>
    <w:rPr>
      <w:sz w:val="16"/>
      <w:szCs w:val="18"/>
    </w:rPr>
  </w:style>
  <w:style w:type="paragraph" w:customStyle="1" w:styleId="Ziel">
    <w:name w:val="Ziel"/>
    <w:basedOn w:val="Seiteoben"/>
    <w:rsid w:val="00C911F1"/>
    <w:pPr>
      <w:tabs>
        <w:tab w:val="clear" w:pos="1701"/>
        <w:tab w:val="left" w:pos="851"/>
      </w:tabs>
      <w:spacing w:line="240" w:lineRule="auto"/>
    </w:pPr>
  </w:style>
  <w:style w:type="character" w:customStyle="1" w:styleId="AufzhlungPunktZchn">
    <w:name w:val="Aufzählung Punkt Zchn"/>
    <w:link w:val="AufzhlungPunkt"/>
    <w:rsid w:val="004C6FA2"/>
    <w:rPr>
      <w:rFonts w:ascii="Arial" w:hAnsi="Arial"/>
      <w:sz w:val="18"/>
      <w:szCs w:val="18"/>
      <w:lang w:val="de-DE" w:eastAsia="de-DE" w:bidi="ar-SA"/>
    </w:rPr>
  </w:style>
  <w:style w:type="table" w:customStyle="1" w:styleId="Tabellengitternetz">
    <w:name w:val="Tabellengitternetz"/>
    <w:basedOn w:val="NormaleTabelle"/>
    <w:rsid w:val="00855A9B"/>
    <w:pPr>
      <w:widowControl w:val="0"/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frei">
    <w:name w:val="Aufzählung Punkt frei"/>
    <w:basedOn w:val="AufzhlungPunkt"/>
    <w:rsid w:val="003B1374"/>
    <w:pPr>
      <w:spacing w:line="240" w:lineRule="auto"/>
    </w:pPr>
  </w:style>
  <w:style w:type="paragraph" w:customStyle="1" w:styleId="Tabellefrei">
    <w:name w:val="Tabelle frei"/>
    <w:basedOn w:val="Tabelle"/>
    <w:rsid w:val="003B1374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89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M-Handb&#252;cher\Gyn%20QMH\Dokumentvorlagen\VA-Vorlage%20V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2A4A-AF36-4E99-BD79-AF6E8359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VA-Vorlage V2</Template>
  <TotalTime>0</TotalTime>
  <Pages>2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Mojave Med</dc:creator>
  <cp:keywords/>
  <cp:lastModifiedBy>Anna Maier</cp:lastModifiedBy>
  <cp:revision>9</cp:revision>
  <cp:lastPrinted>2018-05-08T05:47:00Z</cp:lastPrinted>
  <dcterms:created xsi:type="dcterms:W3CDTF">2020-05-14T08:05:00Z</dcterms:created>
  <dcterms:modified xsi:type="dcterms:W3CDTF">2022-05-17T12:41:00Z</dcterms:modified>
</cp:coreProperties>
</file>